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xgraphic"/>
    <w:p w14:paraId="3327EF1C" w14:textId="3773F3A1" w:rsidR="00D57E6D" w:rsidRPr="003A7D62" w:rsidRDefault="00E52CB1" w:rsidP="003A7D62">
      <w:r w:rsidRPr="003A7D62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06A845D8" wp14:editId="450A4E8B">
                <wp:simplePos x="0" y="0"/>
                <wp:positionH relativeFrom="column">
                  <wp:posOffset>47625</wp:posOffset>
                </wp:positionH>
                <wp:positionV relativeFrom="paragraph">
                  <wp:posOffset>-234315</wp:posOffset>
                </wp:positionV>
                <wp:extent cx="6217920" cy="0"/>
                <wp:effectExtent l="0" t="0" r="0" b="0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1792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3B8B1E49" id="Line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-18.45pt" to="493.35pt,-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" o:allowincell="f" strokeweight="2.25pt"/>
            </w:pict>
          </mc:Fallback>
        </mc:AlternateContent>
      </w:r>
    </w:p>
    <w:p w14:paraId="1E0CD892" w14:textId="77777777" w:rsidR="00D57E6D" w:rsidRPr="003A7D62" w:rsidRDefault="00D57E6D" w:rsidP="003A7D62"/>
    <w:bookmarkEnd w:id="0"/>
    <w:p w14:paraId="6DDD12E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  <w:r>
        <w:rPr>
          <w:b/>
          <w:bCs/>
          <w:iCs/>
          <w:noProof/>
          <w:lang w:val="sr-Cyrl-CS" w:eastAsia="sr-Latn-CS"/>
        </w:rPr>
        <w:t>ОПШТИ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ПОДАЦИ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О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ЈАВНОЈ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НАБАВЦИ</w:t>
      </w:r>
    </w:p>
    <w:p w14:paraId="552A4AA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</w:p>
    <w:p w14:paraId="527DFD4C" w14:textId="77777777" w:rsidR="00B758A6" w:rsidRPr="00B758A6" w:rsidRDefault="00B758A6" w:rsidP="00B758A6">
      <w:pPr>
        <w:ind w:left="0" w:right="0"/>
        <w:jc w:val="center"/>
        <w:rPr>
          <w:b/>
          <w:i/>
          <w:noProof/>
          <w:lang w:val="sr-Cyrl-CS" w:eastAsia="sr-Latn-CS"/>
        </w:rPr>
      </w:pPr>
    </w:p>
    <w:p w14:paraId="466B1B4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B758A6">
        <w:rPr>
          <w:b/>
          <w:lang w:eastAsia="sr-Latn-CS"/>
        </w:rPr>
        <w:t xml:space="preserve">1.1. </w:t>
      </w:r>
      <w:r w:rsidRPr="009C6CB8">
        <w:rPr>
          <w:b/>
          <w:lang w:val="sr-Cyrl-RS" w:eastAsia="sr-Latn-CS"/>
        </w:rPr>
        <w:t>Назив, адреса и интернет страница наручиоца</w:t>
      </w:r>
    </w:p>
    <w:p w14:paraId="16028EB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 w:rsidR="00B53C13"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7B2A0274" w14:textId="77777777" w:rsidR="00B758A6" w:rsidRPr="00B758A6" w:rsidRDefault="00B53C13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="00B758A6"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15AD25A3" w14:textId="77777777" w:rsidR="00B53C13" w:rsidRPr="00B53C13" w:rsidRDefault="00B758A6" w:rsidP="00B53C13">
      <w:pPr>
        <w:ind w:left="0"/>
        <w:rPr>
          <w:rFonts w:eastAsia="Calibri"/>
          <w:sz w:val="22"/>
          <w:szCs w:val="22"/>
          <w:lang w:val="sr-Cyrl-RS"/>
        </w:rPr>
      </w:pPr>
      <w:r w:rsidRPr="009C6CB8">
        <w:rPr>
          <w:lang w:val="sr-Cyrl-RS" w:eastAsia="sr-Latn-CS"/>
        </w:rPr>
        <w:t>Интернет страница</w:t>
      </w:r>
      <w:r w:rsidR="00B53C13">
        <w:rPr>
          <w:lang w:val="sr-Cyrl-RS" w:eastAsia="sr-Latn-CS"/>
        </w:rPr>
        <w:t>:</w:t>
      </w:r>
      <w:r w:rsidRPr="00B758A6">
        <w:rPr>
          <w:lang w:eastAsia="sr-Latn-CS"/>
        </w:rPr>
        <w:t xml:space="preserve"> </w:t>
      </w:r>
      <w:hyperlink r:id="rId7" w:history="1">
        <w:r w:rsidR="00B53C13" w:rsidRPr="00B53C13">
          <w:rPr>
            <w:rFonts w:eastAsia="Calibri"/>
            <w:color w:val="0000FF"/>
            <w:sz w:val="22"/>
            <w:szCs w:val="22"/>
            <w:u w:val="single"/>
            <w:lang w:val="sr-Cyrl-RS"/>
          </w:rPr>
          <w:t>www.zjzpa.org.rs</w:t>
        </w:r>
      </w:hyperlink>
      <w:r w:rsidR="00B53C13" w:rsidRPr="00B53C13">
        <w:rPr>
          <w:rFonts w:eastAsia="Calibri"/>
          <w:sz w:val="22"/>
          <w:szCs w:val="22"/>
          <w:lang w:val="sr-Latn-RS"/>
        </w:rPr>
        <w:t xml:space="preserve"> </w:t>
      </w:r>
      <w:r w:rsidR="00B53C13" w:rsidRPr="00B53C13">
        <w:rPr>
          <w:rFonts w:eastAsia="Calibri"/>
          <w:sz w:val="22"/>
          <w:szCs w:val="22"/>
          <w:lang w:val="sr-Cyrl-RS"/>
        </w:rPr>
        <w:t xml:space="preserve"> </w:t>
      </w:r>
    </w:p>
    <w:p w14:paraId="2E899DAE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7072F047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B758A6">
        <w:rPr>
          <w:b/>
          <w:lang w:eastAsia="sr-Latn-CS"/>
        </w:rPr>
        <w:t xml:space="preserve">1.2. </w:t>
      </w:r>
      <w:r>
        <w:rPr>
          <w:b/>
          <w:lang w:val="sr-Cyrl-RS" w:eastAsia="sr-Latn-CS"/>
        </w:rPr>
        <w:t>Сврха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набавке</w:t>
      </w:r>
      <w:r w:rsidRPr="00B758A6">
        <w:rPr>
          <w:b/>
          <w:lang w:val="sr-Cyrl-RS" w:eastAsia="sr-Latn-CS"/>
        </w:rPr>
        <w:t>:</w:t>
      </w:r>
      <w:r w:rsidRPr="00B758A6">
        <w:rPr>
          <w:lang w:val="sr-Cyrl-RS" w:eastAsia="sr-Latn-CS"/>
        </w:rPr>
        <w:t xml:space="preserve"> </w:t>
      </w:r>
      <w:r w:rsidRPr="009C6CB8">
        <w:rPr>
          <w:lang w:val="sr-Cyrl-RS" w:eastAsia="sr-Latn-CS"/>
        </w:rPr>
        <w:t>Наручилац спроводи отворени поступак јавне набавке ради обављања редовних активности и закључења Уговора о јавној набавци</w:t>
      </w:r>
      <w:r w:rsidRPr="00B758A6">
        <w:rPr>
          <w:lang w:eastAsia="sr-Latn-CS"/>
        </w:rPr>
        <w:t>.</w:t>
      </w:r>
    </w:p>
    <w:p w14:paraId="0478CC5B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29447C94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  <w:r w:rsidRPr="00B758A6">
        <w:rPr>
          <w:b/>
          <w:lang w:eastAsia="sr-Latn-CS"/>
        </w:rPr>
        <w:t xml:space="preserve">1.3. </w:t>
      </w:r>
      <w:r w:rsidRPr="009C6CB8">
        <w:rPr>
          <w:b/>
          <w:lang w:val="sr-Cyrl-RS" w:eastAsia="sr-Latn-CS"/>
        </w:rPr>
        <w:t>Предмет јавне набавке: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набавка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добара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лабораторијског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потрошног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материјала</w:t>
      </w:r>
      <w:r w:rsidRPr="00B758A6">
        <w:rPr>
          <w:lang w:val="sr-Latn-RS" w:eastAsia="sr-Latn-CS"/>
        </w:rPr>
        <w:t xml:space="preserve">: </w:t>
      </w:r>
    </w:p>
    <w:p w14:paraId="436BF21D" w14:textId="2143DB19" w:rsidR="00A75C17" w:rsidRPr="00A75C17" w:rsidRDefault="00A75C17" w:rsidP="00A75C17">
      <w:pPr>
        <w:rPr>
          <w:szCs w:val="20"/>
          <w:lang w:val="sr-Cyrl-RS"/>
        </w:rPr>
      </w:pPr>
      <w:r w:rsidRPr="00F76707">
        <w:rPr>
          <w:szCs w:val="20"/>
          <w:lang w:val="sr-Cyrl-RS"/>
        </w:rPr>
        <w:t>ЛАБОРАТОРИЈСКИ ПОТРОШНИ МАТЕРИЈАЛ</w:t>
      </w:r>
      <w:r>
        <w:rPr>
          <w:szCs w:val="20"/>
          <w:lang w:val="sr-Latn-RS"/>
        </w:rPr>
        <w:t xml:space="preserve"> </w:t>
      </w:r>
      <w:r>
        <w:rPr>
          <w:szCs w:val="20"/>
          <w:lang w:val="sr-Cyrl-RS"/>
        </w:rPr>
        <w:t>по партијама - ЈНД</w:t>
      </w:r>
      <w:r w:rsidRPr="00F76707">
        <w:rPr>
          <w:szCs w:val="20"/>
          <w:lang w:val="sr-Cyrl-RS"/>
        </w:rPr>
        <w:t>-</w:t>
      </w:r>
      <w:r w:rsidR="00FE6595" w:rsidRPr="00FE6595">
        <w:rPr>
          <w:szCs w:val="20"/>
          <w:lang w:val="sr-Latn-RS"/>
        </w:rPr>
        <w:t xml:space="preserve"> V</w:t>
      </w:r>
      <w:bookmarkStart w:id="1" w:name="_GoBack"/>
      <w:bookmarkEnd w:id="1"/>
      <w:r w:rsidR="00FE6595" w:rsidRPr="00FE6595">
        <w:rPr>
          <w:szCs w:val="20"/>
          <w:lang w:val="sr-Cyrl-RS"/>
        </w:rPr>
        <w:t>/20</w:t>
      </w:r>
      <w:r w:rsidR="00FE6595" w:rsidRPr="00FE6595">
        <w:rPr>
          <w:szCs w:val="20"/>
          <w:lang w:val="sr-Latn-RS"/>
        </w:rPr>
        <w:t>2</w:t>
      </w:r>
      <w:r w:rsidR="009041D6">
        <w:rPr>
          <w:szCs w:val="20"/>
          <w:lang w:val="sr-Latn-RS"/>
        </w:rPr>
        <w:t>3</w:t>
      </w:r>
    </w:p>
    <w:p w14:paraId="1F340CCB" w14:textId="77777777" w:rsidR="006D6DCC" w:rsidRDefault="006D6DCC" w:rsidP="006D6DCC">
      <w:pPr>
        <w:rPr>
          <w:b/>
          <w:lang w:val="sr-Cyrl-RS"/>
        </w:rPr>
      </w:pPr>
      <w:r>
        <w:rPr>
          <w:b/>
          <w:lang w:val="sr-Cyrl-RS"/>
        </w:rPr>
        <w:t xml:space="preserve"> </w:t>
      </w:r>
    </w:p>
    <w:p w14:paraId="70CC348D" w14:textId="17BBA83A" w:rsidR="008A4D57" w:rsidRPr="009041D6" w:rsidRDefault="004C566B" w:rsidP="00C61E3D">
      <w:pPr>
        <w:ind w:left="142" w:right="-28"/>
        <w:rPr>
          <w:b/>
          <w:lang w:val="ru-RU"/>
        </w:rPr>
      </w:pPr>
      <w:r w:rsidRPr="004C566B">
        <w:rPr>
          <w:b/>
          <w:lang w:val="sr-Cyrl-RS"/>
        </w:rPr>
        <w:t>PARTIJA</w:t>
      </w:r>
      <w:r w:rsidR="00BD44C0">
        <w:rPr>
          <w:b/>
          <w:lang w:val="sr-Latn-RS"/>
        </w:rPr>
        <w:t xml:space="preserve"> </w:t>
      </w:r>
      <w:r w:rsidR="004C4E5A">
        <w:rPr>
          <w:b/>
          <w:lang w:val="sr-Cyrl-RS"/>
        </w:rPr>
        <w:t>3</w:t>
      </w:r>
      <w:r w:rsidR="00CF2893">
        <w:rPr>
          <w:b/>
          <w:lang w:val="sr-Cyrl-RS"/>
        </w:rPr>
        <w:t>2</w:t>
      </w:r>
      <w:r w:rsidR="00BD44C0">
        <w:rPr>
          <w:b/>
          <w:lang w:val="sr-Latn-RS"/>
        </w:rPr>
        <w:t xml:space="preserve"> -</w:t>
      </w:r>
      <w:r w:rsidRPr="004C566B">
        <w:rPr>
          <w:b/>
          <w:lang w:val="sr-Cyrl-RS"/>
        </w:rPr>
        <w:t xml:space="preserve"> </w:t>
      </w:r>
      <w:r w:rsidR="00CF2893" w:rsidRPr="009041D6">
        <w:rPr>
          <w:b/>
          <w:lang w:val="ru-RU"/>
        </w:rPr>
        <w:t>АМБАЛАЖА ЗА ИНФЕКТИВНИ ОТПАД</w:t>
      </w:r>
    </w:p>
    <w:p w14:paraId="21C0DD32" w14:textId="77777777" w:rsidR="00B20CF0" w:rsidRPr="00B758A6" w:rsidRDefault="00B20CF0" w:rsidP="00C61E3D">
      <w:pPr>
        <w:ind w:left="142" w:right="-28"/>
        <w:rPr>
          <w:lang w:val="sr-Cyrl-RS" w:eastAsia="sr-Latn-CS"/>
        </w:rPr>
      </w:pPr>
    </w:p>
    <w:p w14:paraId="23EA2353" w14:textId="77777777" w:rsidR="00B758A6" w:rsidRPr="00A75C17" w:rsidRDefault="00B758A6" w:rsidP="00B758A6">
      <w:pPr>
        <w:autoSpaceDE w:val="0"/>
        <w:autoSpaceDN w:val="0"/>
        <w:adjustRightInd w:val="0"/>
        <w:spacing w:line="360" w:lineRule="auto"/>
        <w:ind w:left="0" w:right="0" w:firstLine="448"/>
        <w:jc w:val="both"/>
        <w:rPr>
          <w:lang w:val="sr-Cyrl-RS" w:eastAsia="sr-Latn-CS"/>
        </w:rPr>
      </w:pPr>
      <w:r>
        <w:rPr>
          <w:lang w:val="sr-Cyrl-RS" w:eastAsia="sr-Latn-CS"/>
        </w:rPr>
        <w:t>Назив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и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ознака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из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општег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речника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набавке</w:t>
      </w:r>
      <w:r w:rsidRPr="00B758A6">
        <w:rPr>
          <w:lang w:val="sr-Cyrl-RS" w:eastAsia="sr-Latn-CS"/>
        </w:rPr>
        <w:t xml:space="preserve">: </w:t>
      </w:r>
      <w:r w:rsidR="00A75C17" w:rsidRPr="00A75C17">
        <w:rPr>
          <w:szCs w:val="20"/>
          <w:lang w:val="sr-Latn-RS"/>
        </w:rPr>
        <w:t>33140000</w:t>
      </w:r>
      <w:r w:rsidR="00A75C17" w:rsidRPr="00A75C17">
        <w:rPr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24300000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33696500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33793000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38437000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33141580</w:t>
      </w:r>
    </w:p>
    <w:p w14:paraId="6859E783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</w:p>
    <w:p w14:paraId="5C138DEA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B758A6">
        <w:rPr>
          <w:b/>
          <w:lang w:eastAsia="sr-Latn-CS"/>
        </w:rPr>
        <w:t xml:space="preserve">1.4. </w:t>
      </w:r>
      <w:r w:rsidRPr="009C6CB8">
        <w:rPr>
          <w:b/>
          <w:lang w:val="sr-Cyrl-RS" w:eastAsia="sr-Latn-CS"/>
        </w:rPr>
        <w:t>Предметна</w:t>
      </w:r>
      <w:r w:rsidRPr="00B758A6">
        <w:rPr>
          <w:b/>
          <w:lang w:eastAsia="sr-Latn-CS"/>
        </w:rPr>
        <w:t xml:space="preserve"> </w:t>
      </w:r>
      <w:r w:rsidRPr="00A75C17">
        <w:rPr>
          <w:b/>
          <w:lang w:val="sr-Cyrl-RS" w:eastAsia="sr-Latn-CS"/>
        </w:rPr>
        <w:t>јавна</w:t>
      </w:r>
      <w:r w:rsidRPr="00B758A6">
        <w:rPr>
          <w:b/>
          <w:lang w:eastAsia="sr-Latn-CS"/>
        </w:rPr>
        <w:t xml:space="preserve"> </w:t>
      </w:r>
      <w:r w:rsidRPr="009C6CB8">
        <w:rPr>
          <w:b/>
          <w:lang w:val="sr-Cyrl-RS" w:eastAsia="sr-Latn-CS"/>
        </w:rPr>
        <w:t>набавке</w:t>
      </w:r>
      <w:r w:rsidRPr="00B758A6">
        <w:rPr>
          <w:b/>
          <w:lang w:val="sr-Latn-RS" w:eastAsia="sr-Latn-CS"/>
        </w:rPr>
        <w:t xml:space="preserve"> </w:t>
      </w:r>
      <w:r>
        <w:rPr>
          <w:b/>
          <w:lang w:val="sr-Cyrl-RS" w:eastAsia="sr-Latn-CS"/>
        </w:rPr>
        <w:t>је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обликована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по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партијама</w:t>
      </w:r>
    </w:p>
    <w:p w14:paraId="7538377A" w14:textId="77777777" w:rsidR="00B758A6" w:rsidRPr="00B758A6" w:rsidRDefault="00B758A6" w:rsidP="00B758A6">
      <w:pPr>
        <w:spacing w:line="360" w:lineRule="auto"/>
        <w:ind w:left="0" w:right="0"/>
        <w:rPr>
          <w:lang w:eastAsia="sr-Latn-CS"/>
        </w:rPr>
      </w:pPr>
    </w:p>
    <w:p w14:paraId="08B52BA0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val="sr-Cyrl-RS" w:eastAsia="sr-Latn-CS"/>
        </w:rPr>
      </w:pPr>
      <w:r w:rsidRPr="00B758A6">
        <w:rPr>
          <w:b/>
          <w:lang w:eastAsia="sr-Latn-CS"/>
        </w:rPr>
        <w:t>1.</w:t>
      </w:r>
      <w:r w:rsidRPr="00B758A6">
        <w:rPr>
          <w:b/>
          <w:lang w:val="sr-Cyrl-RS" w:eastAsia="sr-Latn-CS"/>
        </w:rPr>
        <w:t>5</w:t>
      </w:r>
      <w:r w:rsidRPr="00B758A6">
        <w:rPr>
          <w:b/>
          <w:lang w:eastAsia="sr-Latn-CS"/>
        </w:rPr>
        <w:t xml:space="preserve">. </w:t>
      </w:r>
      <w:r>
        <w:rPr>
          <w:b/>
          <w:lang w:val="sr-Cyrl-RS" w:eastAsia="sr-Latn-CS"/>
        </w:rPr>
        <w:t>Контакт</w:t>
      </w:r>
      <w:r w:rsidRPr="00B758A6">
        <w:rPr>
          <w:b/>
          <w:lang w:val="sr-Cyrl-RS" w:eastAsia="sr-Latn-CS"/>
        </w:rPr>
        <w:t>:</w:t>
      </w:r>
    </w:p>
    <w:p w14:paraId="2957469C" w14:textId="77777777" w:rsidR="00D07C17" w:rsidRPr="00B758A6" w:rsidRDefault="00D07C17" w:rsidP="00D07C17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143C8BF7" w14:textId="77777777" w:rsidR="00B758A6" w:rsidRPr="00D07C17" w:rsidRDefault="00D07C17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71D24C88" w14:textId="77777777" w:rsidR="00B758A6" w:rsidRPr="00D07C17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Cs/>
          <w:lang w:val="sr-Latn-RS" w:eastAsia="sr-Latn-CS"/>
        </w:rPr>
      </w:pPr>
      <w:r>
        <w:rPr>
          <w:bCs/>
          <w:lang w:val="sr-Cyrl-RS" w:eastAsia="sr-Latn-CS"/>
        </w:rPr>
        <w:t>Електронска</w:t>
      </w:r>
      <w:r w:rsidRPr="00B758A6">
        <w:rPr>
          <w:bCs/>
          <w:lang w:val="sr-Cyrl-RS" w:eastAsia="sr-Latn-CS"/>
        </w:rPr>
        <w:t xml:space="preserve"> </w:t>
      </w:r>
      <w:r>
        <w:rPr>
          <w:bCs/>
          <w:lang w:val="sr-Cyrl-RS" w:eastAsia="sr-Latn-CS"/>
        </w:rPr>
        <w:t>адреса</w:t>
      </w:r>
      <w:r w:rsidRPr="00B758A6">
        <w:rPr>
          <w:bCs/>
          <w:lang w:val="sr-Cyrl-RS" w:eastAsia="sr-Latn-CS"/>
        </w:rPr>
        <w:t xml:space="preserve">: </w:t>
      </w:r>
      <w:hyperlink r:id="rId8" w:history="1">
        <w:r w:rsidR="00D07C17" w:rsidRPr="00114A9D">
          <w:rPr>
            <w:rStyle w:val="Hyperlink"/>
            <w:bCs/>
            <w:lang w:val="en-US" w:eastAsia="sr-Latn-CS"/>
          </w:rPr>
          <w:t>komercijala</w:t>
        </w:r>
        <w:r w:rsidR="00D07C17" w:rsidRPr="00114A9D">
          <w:rPr>
            <w:rStyle w:val="Hyperlink"/>
            <w:bCs/>
            <w:lang w:val="sr-Latn-RS" w:eastAsia="sr-Latn-CS"/>
          </w:rPr>
          <w:t>@zjzpa.org.rs</w:t>
        </w:r>
      </w:hyperlink>
      <w:r w:rsidR="00D07C17">
        <w:rPr>
          <w:bCs/>
          <w:lang w:val="sr-Latn-RS" w:eastAsia="sr-Latn-CS"/>
        </w:rPr>
        <w:t xml:space="preserve"> </w:t>
      </w:r>
    </w:p>
    <w:p w14:paraId="2BCEFA63" w14:textId="77777777" w:rsidR="003A7D62" w:rsidRDefault="003A7D62" w:rsidP="003A7D62"/>
    <w:p w14:paraId="3E6880E8" w14:textId="77777777" w:rsidR="003A7D62" w:rsidRDefault="003A7D62" w:rsidP="003A7D62">
      <w:pPr>
        <w:ind w:left="0"/>
      </w:pPr>
    </w:p>
    <w:p w14:paraId="4A260F0F" w14:textId="77777777" w:rsidR="003A7D62" w:rsidRDefault="003A7D62" w:rsidP="003A7D62">
      <w:pPr>
        <w:ind w:left="0"/>
      </w:pPr>
    </w:p>
    <w:p w14:paraId="311C96EE" w14:textId="77777777" w:rsidR="003A7D62" w:rsidRDefault="003A7D62" w:rsidP="003A7D62">
      <w:pPr>
        <w:ind w:left="0"/>
      </w:pPr>
    </w:p>
    <w:p w14:paraId="30D6F231" w14:textId="77777777" w:rsidR="003A7D62" w:rsidRDefault="003A7D62" w:rsidP="003A7D62">
      <w:pPr>
        <w:ind w:left="0"/>
      </w:pPr>
    </w:p>
    <w:p w14:paraId="41161173" w14:textId="77777777" w:rsidR="003A7D62" w:rsidRPr="003A7D62" w:rsidRDefault="003A7D62" w:rsidP="003A7D62">
      <w:pPr>
        <w:ind w:left="0"/>
      </w:pPr>
    </w:p>
    <w:sectPr w:rsidR="003A7D62" w:rsidRPr="003A7D62" w:rsidSect="003A7D6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58225E" w14:textId="77777777" w:rsidR="003B14B3" w:rsidRDefault="003B14B3">
      <w:r>
        <w:separator/>
      </w:r>
    </w:p>
  </w:endnote>
  <w:endnote w:type="continuationSeparator" w:id="0">
    <w:p w14:paraId="0E0D543E" w14:textId="77777777" w:rsidR="003B14B3" w:rsidRDefault="003B1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038673" w14:textId="77777777" w:rsidR="00B53C13" w:rsidRDefault="00B53C1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0</w:t>
    </w:r>
    <w:r>
      <w:rPr>
        <w:rStyle w:val="PageNumber"/>
      </w:rPr>
      <w:fldChar w:fldCharType="end"/>
    </w:r>
  </w:p>
  <w:p w14:paraId="6C49BA79" w14:textId="77777777" w:rsidR="00B53C13" w:rsidRDefault="00B53C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7E5344" w14:textId="77777777" w:rsidR="00B53C13" w:rsidRDefault="00B53C13">
    <w:pPr>
      <w:pStyle w:val="Footer"/>
    </w:pPr>
    <w:r>
      <w:tab/>
    </w:r>
    <w:r>
      <w:tab/>
    </w:r>
    <w:r>
      <w:fldChar w:fldCharType="begin"/>
    </w:r>
    <w:r>
      <w:instrText xml:space="preserve"> PAGE \* ARABIC \* MERGEFORMAT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B3B27B" w14:textId="0A024244" w:rsidR="00B53C13" w:rsidRPr="00152F9F" w:rsidRDefault="00E52CB1">
    <w:pPr>
      <w:pStyle w:val="Footer"/>
      <w:jc w:val="center"/>
      <w:rPr>
        <w:b w:val="0"/>
        <w:lang w:val="it-IT"/>
      </w:rPr>
    </w:pPr>
    <w:r>
      <w:rPr>
        <w:rFonts w:ascii="Times New Roman" w:hAnsi="Times New Roman"/>
        <w:noProof/>
        <w:spacing w:val="-4"/>
        <w:sz w:val="18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17DE9951" wp14:editId="56EE2B5C">
              <wp:simplePos x="0" y="0"/>
              <wp:positionH relativeFrom="column">
                <wp:posOffset>47625</wp:posOffset>
              </wp:positionH>
              <wp:positionV relativeFrom="paragraph">
                <wp:posOffset>208915</wp:posOffset>
              </wp:positionV>
              <wp:extent cx="612648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648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line w14:anchorId="10776041"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16.45pt" to="486.1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" o:allowincell="f" strokeweight="1.5pt"/>
          </w:pict>
        </mc:Fallback>
      </mc:AlternateConten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Тел.Фаx</w:t>
    </w:r>
    <w:proofErr w:type="spellEnd"/>
    <w:r w:rsidR="00B53C13">
      <w:rPr>
        <w:rStyle w:val="MessageHeaderLabel"/>
        <w:rFonts w:ascii="Times New Roman" w:hAnsi="Times New Roman"/>
        <w:b/>
        <w:lang w:val="de-DE"/>
      </w:rPr>
      <w:t>. +381 13 3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Директор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B53C13">
      <w:rPr>
        <w:rStyle w:val="MessageHeaderLabel"/>
        <w:rFonts w:ascii="Times New Roman" w:hAnsi="Times New Roman"/>
        <w:b/>
        <w:lang w:val="it-IT"/>
      </w:rPr>
      <w:t>е</w:t>
    </w:r>
    <w:r w:rsidR="00B53C13" w:rsidRPr="00152F9F">
      <w:rPr>
        <w:rStyle w:val="MessageHeaderLabel"/>
        <w:rFonts w:ascii="Times New Roman" w:hAnsi="Times New Roman"/>
        <w:b/>
        <w:lang w:val="it-IT"/>
      </w:rPr>
      <w:t>-</w:t>
    </w:r>
    <w:r w:rsidR="00B53C13">
      <w:rPr>
        <w:rStyle w:val="MessageHeaderLabel"/>
        <w:rFonts w:ascii="Times New Roman" w:hAnsi="Times New Roman"/>
        <w:b/>
        <w:lang w:val="it-IT"/>
      </w:rPr>
      <w:t>маил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B53C13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8C1383" w14:textId="77777777" w:rsidR="003B14B3" w:rsidRDefault="003B14B3">
      <w:r>
        <w:separator/>
      </w:r>
    </w:p>
  </w:footnote>
  <w:footnote w:type="continuationSeparator" w:id="0">
    <w:p w14:paraId="498D7168" w14:textId="77777777" w:rsidR="003B14B3" w:rsidRDefault="003B14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0AB6B9" w14:textId="77777777" w:rsidR="00B53C13" w:rsidRDefault="00B53C13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5AF1AD" w14:textId="77777777" w:rsidR="00B53C13" w:rsidRDefault="00B53C13" w:rsidP="00020DF1">
    <w:pPr>
      <w:pStyle w:val="Heading3"/>
      <w:spacing w:before="0" w:after="0"/>
      <w:ind w:left="0" w:right="0"/>
    </w:pPr>
  </w:p>
  <w:p w14:paraId="5BF633B1" w14:textId="0475459C" w:rsidR="00B53C13" w:rsidRPr="004C566B" w:rsidRDefault="00E52CB1" w:rsidP="00647975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noProof/>
        <w:lang w:val="sr-Cyrl-RS"/>
      </w:rPr>
      <w:drawing>
        <wp:anchor distT="0" distB="0" distL="114300" distR="114300" simplePos="0" relativeHeight="251658752" behindDoc="1" locked="0" layoutInCell="1" allowOverlap="1" wp14:anchorId="1407A29E" wp14:editId="5EB17764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C566B" w:rsidRPr="004C566B">
      <w:rPr>
        <w:lang w:val="sr-Cyrl-RS"/>
      </w:rPr>
      <w:t xml:space="preserve">              </w:t>
    </w:r>
    <w:r w:rsidR="00B53C13" w:rsidRPr="004C566B">
      <w:rPr>
        <w:lang w:val="sr-Cyrl-RS"/>
      </w:rPr>
      <w:t>РЕПУБЛИКА СРБИЈА</w:t>
    </w:r>
    <w:r w:rsidRPr="004C566B">
      <w:rPr>
        <w:noProof/>
        <w:lang w:val="sr-Cyrl-RS"/>
      </w:rPr>
      <w:drawing>
        <wp:anchor distT="0" distB="0" distL="114300" distR="114300" simplePos="0" relativeHeight="251657728" behindDoc="0" locked="0" layoutInCell="1" allowOverlap="1" wp14:anchorId="03F63868" wp14:editId="66B55C65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29EFD6" w14:textId="0E101CFE" w:rsidR="00B53C13" w:rsidRPr="004C566B" w:rsidRDefault="004C566B" w:rsidP="00255AFE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lang w:val="sr-Cyrl-RS"/>
      </w:rPr>
      <w:t xml:space="preserve">        </w:t>
    </w:r>
    <w:r w:rsidR="00B53C13" w:rsidRPr="004C566B">
      <w:rPr>
        <w:lang w:val="sr-Cyrl-RS"/>
      </w:rPr>
      <w:t>АП ВОЈВОДИНА</w:t>
    </w:r>
  </w:p>
  <w:p w14:paraId="56E292BF" w14:textId="18FAD6A1" w:rsidR="00B53C13" w:rsidRPr="004C566B" w:rsidRDefault="004C566B" w:rsidP="00255AFE">
    <w:pPr>
      <w:ind w:left="170" w:right="0"/>
      <w:jc w:val="center"/>
      <w:rPr>
        <w:lang w:val="sr-Cyrl-RS"/>
      </w:rPr>
    </w:pPr>
    <w:r w:rsidRPr="004C566B">
      <w:rPr>
        <w:lang w:val="sr-Cyrl-RS"/>
      </w:rPr>
      <w:t xml:space="preserve">         </w:t>
    </w:r>
    <w:r w:rsidR="00B53C13" w:rsidRPr="004C566B">
      <w:rPr>
        <w:lang w:val="sr-Cyrl-RS"/>
      </w:rPr>
      <w:t>Завод за јавно здравље Панчево</w:t>
    </w:r>
  </w:p>
  <w:p w14:paraId="4D249775" w14:textId="75DBCDD2" w:rsidR="00B53C13" w:rsidRPr="004C566B" w:rsidRDefault="004C566B" w:rsidP="00255AFE">
    <w:pPr>
      <w:pStyle w:val="Heading2"/>
      <w:ind w:left="0" w:right="0"/>
      <w:jc w:val="center"/>
      <w:rPr>
        <w:rFonts w:ascii="Times New Roman" w:hAnsi="Times New Roman"/>
        <w:lang w:val="sr-Cyrl-RS"/>
      </w:rPr>
    </w:pPr>
    <w:r w:rsidRPr="004C566B">
      <w:rPr>
        <w:rFonts w:ascii="Times New Roman" w:hAnsi="Times New Roman"/>
        <w:lang w:val="sr-Cyrl-RS"/>
      </w:rPr>
      <w:t xml:space="preserve">        </w:t>
    </w:r>
    <w:r w:rsidR="00B53C13" w:rsidRPr="004C566B">
      <w:rPr>
        <w:rFonts w:ascii="Times New Roman" w:hAnsi="Times New Roman"/>
        <w:lang w:val="sr-Cyrl-RS"/>
      </w:rPr>
      <w:t>Пастерова 2, 26000 Панчево</w:t>
    </w:r>
  </w:p>
  <w:p w14:paraId="0FD336D4" w14:textId="77777777" w:rsidR="00B53C13" w:rsidRDefault="00B53C13">
    <w:pPr>
      <w:pStyle w:val="BodyText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8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C13"/>
    <w:rsid w:val="000024FA"/>
    <w:rsid w:val="00006038"/>
    <w:rsid w:val="00020DF1"/>
    <w:rsid w:val="00023F52"/>
    <w:rsid w:val="000430C7"/>
    <w:rsid w:val="00063C8E"/>
    <w:rsid w:val="00077A92"/>
    <w:rsid w:val="000A1874"/>
    <w:rsid w:val="000B6CA4"/>
    <w:rsid w:val="000C72B2"/>
    <w:rsid w:val="000D5A76"/>
    <w:rsid w:val="001249E0"/>
    <w:rsid w:val="00147030"/>
    <w:rsid w:val="00152F9F"/>
    <w:rsid w:val="00153DB0"/>
    <w:rsid w:val="0016026B"/>
    <w:rsid w:val="001604B2"/>
    <w:rsid w:val="001A2DF0"/>
    <w:rsid w:val="001E28EE"/>
    <w:rsid w:val="001E75CC"/>
    <w:rsid w:val="00235D00"/>
    <w:rsid w:val="002475A2"/>
    <w:rsid w:val="00255AFE"/>
    <w:rsid w:val="00267D9B"/>
    <w:rsid w:val="0029445D"/>
    <w:rsid w:val="002A2B8D"/>
    <w:rsid w:val="002E6BB5"/>
    <w:rsid w:val="003155C6"/>
    <w:rsid w:val="00316F0D"/>
    <w:rsid w:val="00356D25"/>
    <w:rsid w:val="00373489"/>
    <w:rsid w:val="003A7D62"/>
    <w:rsid w:val="003B14B3"/>
    <w:rsid w:val="003D1DC9"/>
    <w:rsid w:val="003D56B3"/>
    <w:rsid w:val="004267E2"/>
    <w:rsid w:val="00434B9F"/>
    <w:rsid w:val="004720CD"/>
    <w:rsid w:val="0048367A"/>
    <w:rsid w:val="004A1D50"/>
    <w:rsid w:val="004C4E5A"/>
    <w:rsid w:val="004C566B"/>
    <w:rsid w:val="004E49E4"/>
    <w:rsid w:val="00570E24"/>
    <w:rsid w:val="005A48D4"/>
    <w:rsid w:val="005B3F46"/>
    <w:rsid w:val="005E3790"/>
    <w:rsid w:val="0063056B"/>
    <w:rsid w:val="00647975"/>
    <w:rsid w:val="006570A8"/>
    <w:rsid w:val="006D6DCC"/>
    <w:rsid w:val="006F04D9"/>
    <w:rsid w:val="006F399B"/>
    <w:rsid w:val="0074399B"/>
    <w:rsid w:val="007B0432"/>
    <w:rsid w:val="007B3154"/>
    <w:rsid w:val="007C6708"/>
    <w:rsid w:val="007C7AAE"/>
    <w:rsid w:val="007D583C"/>
    <w:rsid w:val="007F4E0B"/>
    <w:rsid w:val="007F5B4C"/>
    <w:rsid w:val="008017FD"/>
    <w:rsid w:val="00841BD3"/>
    <w:rsid w:val="00843C41"/>
    <w:rsid w:val="00871B93"/>
    <w:rsid w:val="00872673"/>
    <w:rsid w:val="00885B49"/>
    <w:rsid w:val="0089557E"/>
    <w:rsid w:val="008A1C5C"/>
    <w:rsid w:val="008A438D"/>
    <w:rsid w:val="008A4D57"/>
    <w:rsid w:val="008C46C7"/>
    <w:rsid w:val="008C54D9"/>
    <w:rsid w:val="008D1698"/>
    <w:rsid w:val="008D72FC"/>
    <w:rsid w:val="008F6FE9"/>
    <w:rsid w:val="008F77E2"/>
    <w:rsid w:val="00900B56"/>
    <w:rsid w:val="009041D6"/>
    <w:rsid w:val="00937EF1"/>
    <w:rsid w:val="00947A00"/>
    <w:rsid w:val="009755BE"/>
    <w:rsid w:val="009913E2"/>
    <w:rsid w:val="009B08B8"/>
    <w:rsid w:val="009B1801"/>
    <w:rsid w:val="009C48BF"/>
    <w:rsid w:val="009C6CB8"/>
    <w:rsid w:val="009D3EF4"/>
    <w:rsid w:val="009F5BF8"/>
    <w:rsid w:val="00A00040"/>
    <w:rsid w:val="00A1199C"/>
    <w:rsid w:val="00A62C2F"/>
    <w:rsid w:val="00A65609"/>
    <w:rsid w:val="00A72312"/>
    <w:rsid w:val="00A75C17"/>
    <w:rsid w:val="00A94055"/>
    <w:rsid w:val="00AA4928"/>
    <w:rsid w:val="00AE1F41"/>
    <w:rsid w:val="00AE2633"/>
    <w:rsid w:val="00B02A92"/>
    <w:rsid w:val="00B105E0"/>
    <w:rsid w:val="00B20CF0"/>
    <w:rsid w:val="00B22668"/>
    <w:rsid w:val="00B53C13"/>
    <w:rsid w:val="00B709E0"/>
    <w:rsid w:val="00B71CC8"/>
    <w:rsid w:val="00B758A6"/>
    <w:rsid w:val="00B834F9"/>
    <w:rsid w:val="00BB089F"/>
    <w:rsid w:val="00BB41DA"/>
    <w:rsid w:val="00BD44C0"/>
    <w:rsid w:val="00BE1D99"/>
    <w:rsid w:val="00BE20C0"/>
    <w:rsid w:val="00C03DD3"/>
    <w:rsid w:val="00C07AEF"/>
    <w:rsid w:val="00C32549"/>
    <w:rsid w:val="00C42FA5"/>
    <w:rsid w:val="00C61E3D"/>
    <w:rsid w:val="00C72B23"/>
    <w:rsid w:val="00C91A3E"/>
    <w:rsid w:val="00CB3F9C"/>
    <w:rsid w:val="00CD2FA7"/>
    <w:rsid w:val="00CD7491"/>
    <w:rsid w:val="00CD7B39"/>
    <w:rsid w:val="00CF2893"/>
    <w:rsid w:val="00D032E9"/>
    <w:rsid w:val="00D07C17"/>
    <w:rsid w:val="00D130A5"/>
    <w:rsid w:val="00D24539"/>
    <w:rsid w:val="00D57E6D"/>
    <w:rsid w:val="00D84076"/>
    <w:rsid w:val="00D9739E"/>
    <w:rsid w:val="00DE3BE4"/>
    <w:rsid w:val="00E05D32"/>
    <w:rsid w:val="00E37494"/>
    <w:rsid w:val="00E43265"/>
    <w:rsid w:val="00E52CB1"/>
    <w:rsid w:val="00E62FB3"/>
    <w:rsid w:val="00E719AB"/>
    <w:rsid w:val="00EA39DE"/>
    <w:rsid w:val="00EB52E0"/>
    <w:rsid w:val="00F6753C"/>
    <w:rsid w:val="00FE2C7C"/>
    <w:rsid w:val="00FE4843"/>
    <w:rsid w:val="00FE4DCA"/>
    <w:rsid w:val="00FE6595"/>
    <w:rsid w:val="00FF388F"/>
    <w:rsid w:val="00FF3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61C50B48"/>
  <w15:chartTrackingRefBased/>
  <w15:docId w15:val="{9E0751B4-0AFA-4FFF-98EF-8328701AC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ind w:left="840" w:right="-360"/>
    </w:pPr>
    <w:rPr>
      <w:sz w:val="24"/>
      <w:szCs w:val="24"/>
      <w:lang w:val="sr-Latn-CS"/>
    </w:rPr>
  </w:style>
  <w:style w:type="paragraph" w:styleId="Heading1">
    <w:name w:val="heading 1"/>
    <w:basedOn w:val="Normal"/>
    <w:next w:val="BodyText"/>
    <w:qFormat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Heading3">
    <w:name w:val="heading 3"/>
    <w:basedOn w:val="Normal"/>
    <w:next w:val="BodyText"/>
    <w:qFormat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Heading4">
    <w:name w:val="heading 4"/>
    <w:basedOn w:val="Normal"/>
    <w:next w:val="BodyText"/>
    <w:qFormat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Heading5">
    <w:name w:val="heading 5"/>
    <w:basedOn w:val="Normal"/>
    <w:next w:val="BodyText"/>
    <w:qFormat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after="220" w:line="220" w:lineRule="atLeast"/>
    </w:pPr>
  </w:style>
  <w:style w:type="paragraph" w:styleId="Closing">
    <w:name w:val="Closing"/>
    <w:basedOn w:val="Normal"/>
    <w:pPr>
      <w:spacing w:line="220" w:lineRule="atLeast"/>
    </w:pPr>
  </w:style>
  <w:style w:type="paragraph" w:customStyle="1" w:styleId="CompanyName">
    <w:name w:val="Company Name"/>
    <w:basedOn w:val="Normal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pPr>
      <w:spacing w:before="140" w:after="540" w:line="600" w:lineRule="atLeast"/>
      <w:ind w:left="840"/>
    </w:pPr>
    <w:rPr>
      <w:spacing w:val="-38"/>
      <w:sz w:val="60"/>
    </w:rPr>
  </w:style>
  <w:style w:type="paragraph" w:customStyle="1" w:styleId="Enclosure">
    <w:name w:val="Enclosure"/>
    <w:basedOn w:val="BodyText"/>
    <w:next w:val="Normal"/>
    <w:pPr>
      <w:keepLines/>
      <w:spacing w:before="220"/>
    </w:pPr>
  </w:style>
  <w:style w:type="paragraph" w:customStyle="1" w:styleId="HeaderBase">
    <w:name w:val="Header Base"/>
    <w:basedOn w:val="Normal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Footer">
    <w:name w:val="footer"/>
    <w:basedOn w:val="HeaderBase"/>
    <w:pPr>
      <w:spacing w:before="420"/>
      <w:ind w:right="-1080"/>
    </w:pPr>
    <w:rPr>
      <w:b/>
    </w:rPr>
  </w:style>
  <w:style w:type="paragraph" w:styleId="Header">
    <w:name w:val="header"/>
    <w:basedOn w:val="HeaderBase"/>
    <w:pPr>
      <w:ind w:right="-1080"/>
    </w:pPr>
    <w:rPr>
      <w:i/>
    </w:rPr>
  </w:style>
  <w:style w:type="paragraph" w:customStyle="1" w:styleId="HeadingBase">
    <w:name w:val="Heading Base"/>
    <w:basedOn w:val="BodyText"/>
    <w:next w:val="BodyText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MessageHeader"/>
    <w:next w:val="MessageHeader"/>
  </w:style>
  <w:style w:type="character" w:customStyle="1" w:styleId="MessageHeaderLabel">
    <w:name w:val="Message Header Label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pPr>
      <w:ind w:left="1440"/>
    </w:pPr>
  </w:style>
  <w:style w:type="character" w:styleId="PageNumber">
    <w:name w:val="page number"/>
  </w:style>
  <w:style w:type="paragraph" w:customStyle="1" w:styleId="ReturnAddress">
    <w:name w:val="Return Address"/>
    <w:basedOn w:val="Normal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Signature">
    <w:name w:val="Signature"/>
    <w:basedOn w:val="BodyText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pPr>
      <w:spacing w:before="720"/>
    </w:pPr>
  </w:style>
  <w:style w:type="paragraph" w:customStyle="1" w:styleId="Slogan">
    <w:name w:val="Slogan"/>
    <w:basedOn w:val="Normal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Hyperlink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6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mercijala@zjzpa.org.rs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zjzpa.org.rs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ERVER1\dokumenta%20QMS\Obrasci%20QMSa%20zavoda\memorandu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memorandum</Template>
  <TotalTime>0</TotalTime>
  <Pages>1</Pages>
  <Words>104</Words>
  <Characters>798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901</CharactersWithSpaces>
  <SharedDoc>false</SharedDoc>
  <HLinks>
    <vt:vector size="12" baseType="variant">
      <vt:variant>
        <vt:i4>6553613</vt:i4>
      </vt:variant>
      <vt:variant>
        <vt:i4>3</vt:i4>
      </vt:variant>
      <vt:variant>
        <vt:i4>0</vt:i4>
      </vt:variant>
      <vt:variant>
        <vt:i4>5</vt:i4>
      </vt:variant>
      <vt:variant>
        <vt:lpwstr>mailto:komercijala@zjzpa.org.rs</vt:lpwstr>
      </vt:variant>
      <vt:variant>
        <vt:lpwstr/>
      </vt:variant>
      <vt:variant>
        <vt:i4>2031691</vt:i4>
      </vt:variant>
      <vt:variant>
        <vt:i4>0</vt:i4>
      </vt:variant>
      <vt:variant>
        <vt:i4>0</vt:i4>
      </vt:variant>
      <vt:variant>
        <vt:i4>5</vt:i4>
      </vt:variant>
      <vt:variant>
        <vt:lpwstr>http://www.zjzpa.org.rs/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subject/>
  <dc:creator>goca</dc:creator>
  <cp:keywords/>
  <cp:lastModifiedBy>Vladanka Milovanović</cp:lastModifiedBy>
  <cp:revision>5</cp:revision>
  <cp:lastPrinted>2007-06-13T07:07:00Z</cp:lastPrinted>
  <dcterms:created xsi:type="dcterms:W3CDTF">2021-07-15T13:42:00Z</dcterms:created>
  <dcterms:modified xsi:type="dcterms:W3CDTF">2023-06-01T07:31:00Z</dcterms:modified>
</cp:coreProperties>
</file>